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5C32C-4FEF-4504-A413-A118711B8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